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3901A" w14:textId="77777777" w:rsidR="00AF2027" w:rsidRDefault="00AF2027" w:rsidP="00E144EE">
      <w:pPr>
        <w:spacing w:line="300" w:lineRule="auto"/>
        <w:rPr>
          <w:rFonts w:ascii="Calibri" w:hAnsi="Calibri" w:cs="Calibri"/>
        </w:rPr>
      </w:pPr>
    </w:p>
    <w:p w14:paraId="5C9C1FD8" w14:textId="77777777" w:rsidR="00E144EE" w:rsidRDefault="00C179AA" w:rsidP="00E144EE">
      <w:pPr>
        <w:spacing w:line="300" w:lineRule="auto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Vorgehen bei der Konstruktion von Spiegelbildern</w:t>
      </w:r>
    </w:p>
    <w:p w14:paraId="6C7E789C" w14:textId="3CF6E579" w:rsidR="00201F4D" w:rsidRDefault="004F69C9" w:rsidP="00E144EE">
      <w:pPr>
        <w:spacing w:line="300" w:lineRule="auto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7728" behindDoc="0" locked="0" layoutInCell="1" allowOverlap="1" wp14:anchorId="1C74DE7F" wp14:editId="07D8460E">
            <wp:simplePos x="0" y="0"/>
            <wp:positionH relativeFrom="margin">
              <wp:posOffset>-5080</wp:posOffset>
            </wp:positionH>
            <wp:positionV relativeFrom="margin">
              <wp:posOffset>718820</wp:posOffset>
            </wp:positionV>
            <wp:extent cx="2487930" cy="2350770"/>
            <wp:effectExtent l="19050" t="19050" r="26670" b="11430"/>
            <wp:wrapSquare wrapText="bothSides"/>
            <wp:docPr id="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23507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E5DC07" w14:textId="02D87201" w:rsidR="00671F10" w:rsidRDefault="00671F10" w:rsidP="00C14300">
      <w:pPr>
        <w:numPr>
          <w:ilvl w:val="0"/>
          <w:numId w:val="5"/>
        </w:numPr>
        <w:tabs>
          <w:tab w:val="clear" w:pos="360"/>
          <w:tab w:val="num" w:pos="4536"/>
        </w:tabs>
        <w:spacing w:line="360" w:lineRule="auto"/>
        <w:ind w:left="4536" w:hanging="453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Einzeichnen des Spiegelbildes </w:t>
      </w:r>
      <w:r w:rsidR="00943186">
        <w:rPr>
          <w:rFonts w:ascii="Calibri" w:hAnsi="Calibri" w:cs="Calibri"/>
          <w:u w:val="single"/>
        </w:rPr>
        <w:t>orthogonal</w:t>
      </w:r>
      <w:r>
        <w:rPr>
          <w:rFonts w:ascii="Calibri" w:hAnsi="Calibri" w:cs="Calibri"/>
        </w:rPr>
        <w:t xml:space="preserve"> </w:t>
      </w:r>
      <w:r w:rsidR="00C14300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zur Spiegelebene und </w:t>
      </w:r>
      <w:r>
        <w:rPr>
          <w:rFonts w:ascii="Calibri" w:hAnsi="Calibri" w:cs="Calibri"/>
          <w:u w:val="single"/>
        </w:rPr>
        <w:t>im gleichen Abstand</w:t>
      </w:r>
      <w:r>
        <w:rPr>
          <w:rFonts w:ascii="Calibri" w:hAnsi="Calibri" w:cs="Calibri"/>
        </w:rPr>
        <w:t xml:space="preserve"> </w:t>
      </w:r>
      <w:r w:rsidR="00C14300">
        <w:rPr>
          <w:rFonts w:ascii="Calibri" w:hAnsi="Calibri" w:cs="Calibri"/>
        </w:rPr>
        <w:br/>
      </w:r>
      <w:r>
        <w:rPr>
          <w:rFonts w:ascii="Calibri" w:hAnsi="Calibri" w:cs="Calibri"/>
        </w:rPr>
        <w:t>hinter dem Spiegel</w:t>
      </w:r>
      <w:r w:rsidR="00201F4D">
        <w:rPr>
          <w:rFonts w:ascii="Calibri" w:hAnsi="Calibri" w:cs="Calibri"/>
        </w:rPr>
        <w:t>.</w:t>
      </w:r>
    </w:p>
    <w:p w14:paraId="6F36CCFC" w14:textId="77777777" w:rsidR="006F234C" w:rsidRDefault="00B367D3" w:rsidP="00C14300">
      <w:pPr>
        <w:numPr>
          <w:ilvl w:val="0"/>
          <w:numId w:val="5"/>
        </w:numPr>
        <w:tabs>
          <w:tab w:val="clear" w:pos="360"/>
          <w:tab w:val="num" w:pos="4536"/>
        </w:tabs>
        <w:spacing w:line="360" w:lineRule="auto"/>
        <w:ind w:left="4536" w:hanging="453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Einzeichnen des Lichtstrahls zwischen </w:t>
      </w:r>
      <w:r w:rsidR="00201F4D">
        <w:rPr>
          <w:rFonts w:ascii="Calibri" w:hAnsi="Calibri" w:cs="Calibri"/>
        </w:rPr>
        <w:br/>
      </w:r>
      <w:r w:rsidR="00912B65">
        <w:rPr>
          <w:rFonts w:ascii="Calibri" w:hAnsi="Calibri" w:cs="Calibri"/>
          <w:u w:val="single"/>
        </w:rPr>
        <w:t>Spiegelbild und Auge</w:t>
      </w:r>
      <w:r w:rsidR="00201F4D">
        <w:rPr>
          <w:rFonts w:ascii="Calibri" w:hAnsi="Calibri" w:cs="Calibri"/>
          <w:u w:val="single"/>
        </w:rPr>
        <w:t>.</w:t>
      </w:r>
    </w:p>
    <w:p w14:paraId="2462D496" w14:textId="27648B32" w:rsidR="00B367D3" w:rsidRDefault="00912B65" w:rsidP="00C14300">
      <w:pPr>
        <w:numPr>
          <w:ilvl w:val="0"/>
          <w:numId w:val="5"/>
        </w:numPr>
        <w:tabs>
          <w:tab w:val="clear" w:pos="360"/>
          <w:tab w:val="num" w:pos="4536"/>
        </w:tabs>
        <w:spacing w:line="360" w:lineRule="auto"/>
        <w:ind w:left="4536" w:hanging="4536"/>
        <w:jc w:val="left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 xml:space="preserve">Einzeichnen des Lichtstrahls zwischen </w:t>
      </w:r>
      <w:r w:rsidR="00C14300">
        <w:rPr>
          <w:rFonts w:ascii="Calibri" w:hAnsi="Calibri" w:cs="Calibri"/>
        </w:rPr>
        <w:br/>
      </w:r>
      <w:r w:rsidR="00E144EE">
        <w:rPr>
          <w:rFonts w:ascii="Calibri" w:hAnsi="Calibri" w:cs="Calibri"/>
          <w:u w:val="single"/>
        </w:rPr>
        <w:t>Objekt</w:t>
      </w:r>
      <w:r w:rsidR="00E144EE">
        <w:rPr>
          <w:rFonts w:ascii="Calibri" w:hAnsi="Calibri" w:cs="Calibri"/>
        </w:rPr>
        <w:t xml:space="preserve"> und Auftreffpunkt</w:t>
      </w:r>
      <w:r w:rsidR="00493C82">
        <w:rPr>
          <w:rFonts w:ascii="Calibri" w:hAnsi="Calibri" w:cs="Calibri"/>
        </w:rPr>
        <w:t xml:space="preserve"> des </w:t>
      </w:r>
      <w:r w:rsidR="00C14300">
        <w:rPr>
          <w:rFonts w:ascii="Calibri" w:hAnsi="Calibri" w:cs="Calibri"/>
        </w:rPr>
        <w:br/>
      </w:r>
      <w:r w:rsidR="00493C82">
        <w:rPr>
          <w:rFonts w:ascii="Calibri" w:hAnsi="Calibri" w:cs="Calibri"/>
        </w:rPr>
        <w:t>Lichts</w:t>
      </w:r>
      <w:r w:rsidR="00E144EE">
        <w:rPr>
          <w:rFonts w:ascii="Calibri" w:hAnsi="Calibri" w:cs="Calibri"/>
        </w:rPr>
        <w:t xml:space="preserve"> </w:t>
      </w:r>
      <w:r w:rsidR="00E144EE">
        <w:rPr>
          <w:rFonts w:ascii="Calibri" w:hAnsi="Calibri" w:cs="Calibri"/>
          <w:u w:val="single"/>
        </w:rPr>
        <w:t>im Spiegel</w:t>
      </w:r>
      <w:r w:rsidR="00201F4D">
        <w:rPr>
          <w:rFonts w:ascii="Calibri" w:hAnsi="Calibri" w:cs="Calibri"/>
          <w:u w:val="single"/>
        </w:rPr>
        <w:t>.</w:t>
      </w:r>
    </w:p>
    <w:p w14:paraId="7E824DD6" w14:textId="77777777" w:rsidR="00C179AA" w:rsidRDefault="00C179AA" w:rsidP="00E144EE">
      <w:pPr>
        <w:spacing w:line="300" w:lineRule="auto"/>
        <w:rPr>
          <w:rFonts w:ascii="Calibri" w:hAnsi="Calibri" w:cs="Calibri"/>
        </w:rPr>
      </w:pPr>
    </w:p>
    <w:p w14:paraId="274BC012" w14:textId="77777777" w:rsidR="00A974DB" w:rsidRDefault="00A974DB" w:rsidP="00E144EE">
      <w:pPr>
        <w:spacing w:line="300" w:lineRule="auto"/>
        <w:rPr>
          <w:rFonts w:ascii="Calibri" w:hAnsi="Calibri" w:cs="Calibri"/>
        </w:rPr>
      </w:pPr>
    </w:p>
    <w:p w14:paraId="2014409E" w14:textId="77777777" w:rsidR="00FC7863" w:rsidRDefault="00201F4D" w:rsidP="00FC7863">
      <w:pPr>
        <w:spacing w:line="300" w:lineRule="auto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Übung</w:t>
      </w:r>
    </w:p>
    <w:p w14:paraId="43FFAB37" w14:textId="22DD5488" w:rsidR="00201F4D" w:rsidRPr="00201F4D" w:rsidRDefault="00201F4D" w:rsidP="00201F4D">
      <w:pPr>
        <w:spacing w:line="300" w:lineRule="auto"/>
        <w:rPr>
          <w:rFonts w:ascii="Calibri" w:hAnsi="Calibri" w:cs="Calibri"/>
        </w:rPr>
      </w:pPr>
      <w:r w:rsidRPr="00201F4D">
        <w:rPr>
          <w:rFonts w:ascii="Calibri" w:hAnsi="Calibri" w:cs="Calibri"/>
        </w:rPr>
        <w:t>Wie hoch muss man einen Spiegel aufhängen, um sich vollständig darin zu sehen?</w:t>
      </w:r>
    </w:p>
    <w:p w14:paraId="42583133" w14:textId="5B17233A" w:rsidR="00201F4D" w:rsidRDefault="00201F4D" w:rsidP="00FC7863">
      <w:pPr>
        <w:spacing w:line="300" w:lineRule="auto"/>
        <w:rPr>
          <w:rFonts w:ascii="Calibri" w:hAnsi="Calibri" w:cs="Calibri"/>
          <w:b/>
          <w:sz w:val="28"/>
          <w:szCs w:val="28"/>
          <w:u w:val="single"/>
        </w:rPr>
      </w:pPr>
    </w:p>
    <w:p w14:paraId="4C6451A9" w14:textId="4101D74B" w:rsidR="003A2D29" w:rsidRDefault="009D6E35" w:rsidP="003A2D29">
      <w:pPr>
        <w:spacing w:line="300" w:lineRule="auto"/>
        <w:jc w:val="center"/>
        <w:rPr>
          <w:rFonts w:ascii="Calibri" w:hAnsi="Calibri" w:cs="Calibri"/>
        </w:rPr>
      </w:pPr>
      <w:r w:rsidRPr="009D6E35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23B586D1" wp14:editId="78E4596E">
                <wp:simplePos x="0" y="0"/>
                <wp:positionH relativeFrom="column">
                  <wp:posOffset>4197350</wp:posOffset>
                </wp:positionH>
                <wp:positionV relativeFrom="paragraph">
                  <wp:posOffset>12700</wp:posOffset>
                </wp:positionV>
                <wp:extent cx="403860" cy="1404620"/>
                <wp:effectExtent l="0" t="0" r="0" b="0"/>
                <wp:wrapNone/>
                <wp:docPr id="9940727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191FD" w14:textId="6BAE71A6" w:rsidR="009D6E35" w:rsidRPr="009D6E35" w:rsidRDefault="009D6E3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9D6E35">
                              <w:rPr>
                                <w:rFonts w:asciiTheme="minorHAnsi" w:hAnsiTheme="minorHAnsi" w:cstheme="minorHAnsi"/>
                              </w:rPr>
                              <w:t>P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B586D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30.5pt;margin-top:1pt;width:31.8pt;height:110.6pt;z-index:251685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" filled="f" stroked="f">
                <v:textbox style="mso-fit-shape-to-text:t">
                  <w:txbxContent>
                    <w:p w14:paraId="00E191FD" w14:textId="6BAE71A6" w:rsidR="009D6E35" w:rsidRPr="009D6E35" w:rsidRDefault="009D6E35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9D6E35">
                        <w:rPr>
                          <w:rFonts w:asciiTheme="minorHAnsi" w:hAnsiTheme="minorHAnsi" w:cstheme="minorHAnsi"/>
                        </w:rPr>
                        <w:t>P</w:t>
                      </w:r>
                      <w:r>
                        <w:rPr>
                          <w:rFonts w:asciiTheme="minorHAnsi" w:hAnsiTheme="minorHAnsi" w:cstheme="minorHAnsi"/>
                        </w:rPr>
                        <w:t>‘</w:t>
                      </w:r>
                    </w:p>
                  </w:txbxContent>
                </v:textbox>
              </v:shape>
            </w:pict>
          </mc:Fallback>
        </mc:AlternateContent>
      </w:r>
      <w:r w:rsidRPr="009D6E35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60024E89" wp14:editId="17ED8919">
                <wp:simplePos x="0" y="0"/>
                <wp:positionH relativeFrom="column">
                  <wp:posOffset>608330</wp:posOffset>
                </wp:positionH>
                <wp:positionV relativeFrom="paragraph">
                  <wp:posOffset>31115</wp:posOffset>
                </wp:positionV>
                <wp:extent cx="281940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477D5" w14:textId="2F85794A" w:rsidR="009D6E35" w:rsidRPr="009D6E35" w:rsidRDefault="009D6E3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9D6E35">
                              <w:rPr>
                                <w:rFonts w:asciiTheme="minorHAnsi" w:hAnsiTheme="minorHAnsi" w:cstheme="minorHAnsi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024E89" id="_x0000_s1027" type="#_x0000_t202" style="position:absolute;left:0;text-align:left;margin-left:47.9pt;margin-top:2.45pt;width:22.2pt;height:110.6pt;z-index:251683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" filled="f" stroked="f">
                <v:textbox style="mso-fit-shape-to-text:t">
                  <w:txbxContent>
                    <w:p w14:paraId="5B4477D5" w14:textId="2F85794A" w:rsidR="009D6E35" w:rsidRPr="009D6E35" w:rsidRDefault="009D6E35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9D6E35">
                        <w:rPr>
                          <w:rFonts w:asciiTheme="minorHAnsi" w:hAnsiTheme="minorHAnsi" w:cstheme="minorHAnsi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C1430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81184B7" wp14:editId="27EB2B40">
                <wp:simplePos x="0" y="0"/>
                <wp:positionH relativeFrom="column">
                  <wp:posOffset>0</wp:posOffset>
                </wp:positionH>
                <wp:positionV relativeFrom="paragraph">
                  <wp:posOffset>2720340</wp:posOffset>
                </wp:positionV>
                <wp:extent cx="5276850" cy="144780"/>
                <wp:effectExtent l="5715" t="7620" r="13335" b="9525"/>
                <wp:wrapNone/>
                <wp:docPr id="73220190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AA68B" id="Rectangle 12" o:spid="_x0000_s1026" style="position:absolute;margin-left:0;margin-top:214.2pt;width:415.5pt;height:11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" fillcolor="#a5a5a5 [2092]"/>
            </w:pict>
          </mc:Fallback>
        </mc:AlternateContent>
      </w:r>
      <w:r w:rsidR="00C14300">
        <w:rPr>
          <w:rFonts w:ascii="Calibri" w:hAnsi="Calibri" w:cs="Calibri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2B234B4" wp14:editId="699CB761">
                <wp:simplePos x="0" y="0"/>
                <wp:positionH relativeFrom="column">
                  <wp:posOffset>2533650</wp:posOffset>
                </wp:positionH>
                <wp:positionV relativeFrom="paragraph">
                  <wp:posOffset>9525</wp:posOffset>
                </wp:positionV>
                <wp:extent cx="175260" cy="2712720"/>
                <wp:effectExtent l="5715" t="9525" r="9525" b="11430"/>
                <wp:wrapNone/>
                <wp:docPr id="205493651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2712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C34FD" id="Rectangle 13" o:spid="_x0000_s1026" style="position:absolute;margin-left:199.5pt;margin-top:.75pt;width:13.8pt;height:213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" fillcolor="#d8d8d8 [2732]"/>
            </w:pict>
          </mc:Fallback>
        </mc:AlternateContent>
      </w:r>
      <w:r w:rsidR="00C14300">
        <w:rPr>
          <w:rFonts w:ascii="Calibri" w:hAnsi="Calibri" w:cs="Calibri"/>
          <w:b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C33E3D9" wp14:editId="2DB8CCFB">
                <wp:simplePos x="0" y="0"/>
                <wp:positionH relativeFrom="column">
                  <wp:posOffset>544830</wp:posOffset>
                </wp:positionH>
                <wp:positionV relativeFrom="paragraph">
                  <wp:posOffset>314325</wp:posOffset>
                </wp:positionV>
                <wp:extent cx="403860" cy="2407920"/>
                <wp:effectExtent l="7620" t="9525" r="7620" b="11430"/>
                <wp:wrapNone/>
                <wp:docPr id="54891223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860" cy="2407920"/>
                          <a:chOff x="3372" y="7932"/>
                          <a:chExt cx="636" cy="3792"/>
                        </a:xfrm>
                      </wpg:grpSpPr>
                      <wps:wsp>
                        <wps:cNvPr id="154679515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3372" y="7932"/>
                            <a:ext cx="636" cy="81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81711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372" y="8748"/>
                            <a:ext cx="636" cy="184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406167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3468" y="10596"/>
                            <a:ext cx="312" cy="112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842221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3576" y="10596"/>
                            <a:ext cx="312" cy="112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53233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3576" y="9072"/>
                            <a:ext cx="312" cy="112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611380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768" y="8124"/>
                            <a:ext cx="148" cy="148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E28924" id="Group 20" o:spid="_x0000_s1026" style="position:absolute;margin-left:42.9pt;margin-top:24.75pt;width:31.8pt;height:189.6pt;z-index:251661824" coordorigin="3372,7932" coordsize="636,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">
                <v:oval id="Oval 14" o:spid="_x0000_s1027" style="position:absolute;left:3372;top:7932;width:636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"/>
                <v:oval id="Oval 15" o:spid="_x0000_s1028" style="position:absolute;left:3372;top:8748;width:636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"/>
                <v:oval id="Oval 16" o:spid="_x0000_s1029" style="position:absolute;left:3468;top:10596;width:312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"/>
                <v:oval id="Oval 17" o:spid="_x0000_s1030" style="position:absolute;left:3576;top:10596;width:312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"/>
                <v:oval id="Oval 18" o:spid="_x0000_s1031" style="position:absolute;left:3576;top:9072;width:312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"/>
                <v:oval id="Oval 19" o:spid="_x0000_s1032" style="position:absolute;left:3768;top:8124;width:148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" fillcolor="black [3213]"/>
              </v:group>
            </w:pict>
          </mc:Fallback>
        </mc:AlternateContent>
      </w:r>
    </w:p>
    <w:p w14:paraId="3F9D9BF5" w14:textId="70909C2E" w:rsidR="00A2063B" w:rsidRDefault="009D6E35" w:rsidP="00E9177E">
      <w:pPr>
        <w:spacing w:line="300" w:lineRule="auto"/>
        <w:rPr>
          <w:rFonts w:ascii="Calibri" w:hAnsi="Calibri" w:cs="Calibri"/>
          <w:b/>
          <w:i/>
          <w:sz w:val="28"/>
          <w:szCs w:val="28"/>
        </w:rPr>
      </w:pPr>
      <w:r w:rsidRPr="009D6E35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89472" behindDoc="0" locked="0" layoutInCell="1" allowOverlap="1" wp14:anchorId="2E3DCD28" wp14:editId="57B907F6">
                <wp:simplePos x="0" y="0"/>
                <wp:positionH relativeFrom="column">
                  <wp:posOffset>349250</wp:posOffset>
                </wp:positionH>
                <wp:positionV relativeFrom="paragraph">
                  <wp:posOffset>2202815</wp:posOffset>
                </wp:positionV>
                <wp:extent cx="281940" cy="1404620"/>
                <wp:effectExtent l="0" t="0" r="0" b="0"/>
                <wp:wrapNone/>
                <wp:docPr id="95716196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CC88D" w14:textId="101EC42C" w:rsidR="009D6E35" w:rsidRPr="009D6E35" w:rsidRDefault="009D6E3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3DCD28" id="_x0000_s1028" type="#_x0000_t202" style="position:absolute;left:0;text-align:left;margin-left:27.5pt;margin-top:173.45pt;width:22.2pt;height:110.6pt;z-index:251689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" filled="f" stroked="f">
                <v:textbox style="mso-fit-shape-to-text:t">
                  <w:txbxContent>
                    <w:p w14:paraId="36FCC88D" w14:textId="101EC42C" w:rsidR="009D6E35" w:rsidRPr="009D6E35" w:rsidRDefault="009D6E35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 w:rsidRPr="009D6E35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87424" behindDoc="0" locked="0" layoutInCell="1" allowOverlap="1" wp14:anchorId="6D7BCFD6" wp14:editId="6BB97307">
                <wp:simplePos x="0" y="0"/>
                <wp:positionH relativeFrom="column">
                  <wp:posOffset>4372610</wp:posOffset>
                </wp:positionH>
                <wp:positionV relativeFrom="paragraph">
                  <wp:posOffset>2193290</wp:posOffset>
                </wp:positionV>
                <wp:extent cx="403860" cy="1404620"/>
                <wp:effectExtent l="0" t="0" r="0" b="0"/>
                <wp:wrapNone/>
                <wp:docPr id="6385342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BA71B" w14:textId="4F3247DB" w:rsidR="009D6E35" w:rsidRPr="009D6E35" w:rsidRDefault="009D6E3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Q‘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7BCFD6" id="_x0000_s1029" type="#_x0000_t202" style="position:absolute;left:0;text-align:left;margin-left:344.3pt;margin-top:172.7pt;width:31.8pt;height:110.6pt;z-index:251687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" filled="f" stroked="f">
                <v:textbox style="mso-fit-shape-to-text:t">
                  <w:txbxContent>
                    <w:p w14:paraId="7A2BA71B" w14:textId="4F3247DB" w:rsidR="009D6E35" w:rsidRPr="009D6E35" w:rsidRDefault="009D6E35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Q‘</w:t>
                      </w:r>
                    </w:p>
                  </w:txbxContent>
                </v:textbox>
              </v:shape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0AB1B42" wp14:editId="3C832309">
                <wp:simplePos x="0" y="0"/>
                <wp:positionH relativeFrom="column">
                  <wp:posOffset>2482850</wp:posOffset>
                </wp:positionH>
                <wp:positionV relativeFrom="paragraph">
                  <wp:posOffset>166370</wp:posOffset>
                </wp:positionV>
                <wp:extent cx="53340" cy="1150620"/>
                <wp:effectExtent l="0" t="0" r="22860" b="11430"/>
                <wp:wrapNone/>
                <wp:docPr id="565903734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1150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25FB4" id="Rechteck 3" o:spid="_x0000_s1026" style="position:absolute;margin-left:195.5pt;margin-top:13.1pt;width:4.2pt;height:90.6pt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" fillcolor="#4472c4 [3204]" strokecolor="#09101d [484]" strokeweight="1pt"/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6877129" wp14:editId="1CEB81AB">
                <wp:simplePos x="0" y="0"/>
                <wp:positionH relativeFrom="column">
                  <wp:posOffset>2536190</wp:posOffset>
                </wp:positionH>
                <wp:positionV relativeFrom="paragraph">
                  <wp:posOffset>1316990</wp:posOffset>
                </wp:positionV>
                <wp:extent cx="1767840" cy="1150620"/>
                <wp:effectExtent l="0" t="0" r="22860" b="30480"/>
                <wp:wrapNone/>
                <wp:docPr id="2131027616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115062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4DA7FD" id="Gerader Verbinder 1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7pt,103.7pt" to="338.9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" strokecolor="#4472c4 [3204]" strokeweight="1pt">
                <v:stroke dashstyle="dash" joinstyle="miter"/>
              </v:line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EEE51FD" wp14:editId="098C894C">
                <wp:simplePos x="0" y="0"/>
                <wp:positionH relativeFrom="column">
                  <wp:posOffset>768350</wp:posOffset>
                </wp:positionH>
                <wp:positionV relativeFrom="paragraph">
                  <wp:posOffset>1316990</wp:posOffset>
                </wp:positionV>
                <wp:extent cx="1767840" cy="1150620"/>
                <wp:effectExtent l="0" t="0" r="22860" b="30480"/>
                <wp:wrapNone/>
                <wp:docPr id="1921519599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7840" cy="11506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CEF5A" id="Gerader Verbinder 1" o:spid="_x0000_s1026" style="position:absolute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5pt,103.7pt" to="199.7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" strokecolor="#4472c4 [3204]" strokeweight="1pt">
                <v:stroke joinstyle="miter"/>
              </v:line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3751127" wp14:editId="5D9C839B">
                <wp:simplePos x="0" y="0"/>
                <wp:positionH relativeFrom="column">
                  <wp:posOffset>875030</wp:posOffset>
                </wp:positionH>
                <wp:positionV relativeFrom="paragraph">
                  <wp:posOffset>242570</wp:posOffset>
                </wp:positionV>
                <wp:extent cx="1659255" cy="1074420"/>
                <wp:effectExtent l="0" t="0" r="36195" b="30480"/>
                <wp:wrapNone/>
                <wp:docPr id="1198936742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9255" cy="10744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015B43" id="Gerader Verbinder 1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9pt,19.1pt" to="199.55pt,1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" strokecolor="#4472c4 [3204]" strokeweight="1pt">
                <v:stroke joinstyle="miter"/>
              </v:line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D66AC63" wp14:editId="54D65E49">
                <wp:simplePos x="0" y="0"/>
                <wp:positionH relativeFrom="column">
                  <wp:posOffset>2534284</wp:posOffset>
                </wp:positionH>
                <wp:positionV relativeFrom="paragraph">
                  <wp:posOffset>97790</wp:posOffset>
                </wp:positionV>
                <wp:extent cx="1792605" cy="68580"/>
                <wp:effectExtent l="0" t="0" r="36195" b="26670"/>
                <wp:wrapNone/>
                <wp:docPr id="561462564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2605" cy="6858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0EFE0" id="Gerader Verbinder 1" o:spid="_x0000_s1026" style="position:absolute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55pt,7.7pt" to="340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" strokecolor="#4472c4 [3204]" strokeweight="1pt">
                <v:stroke dashstyle="dash" joinstyle="miter"/>
              </v:line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EB8EF02" wp14:editId="7A24D144">
                <wp:simplePos x="0" y="0"/>
                <wp:positionH relativeFrom="column">
                  <wp:posOffset>875030</wp:posOffset>
                </wp:positionH>
                <wp:positionV relativeFrom="paragraph">
                  <wp:posOffset>166369</wp:posOffset>
                </wp:positionV>
                <wp:extent cx="1659255" cy="81915"/>
                <wp:effectExtent l="0" t="0" r="36195" b="32385"/>
                <wp:wrapNone/>
                <wp:docPr id="1544680826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9255" cy="8191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3B16CE" id="Gerader Verbinder 1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9pt,13.1pt" to="199.5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" strokecolor="#4472c4 [3204]" strokeweight="1pt">
                <v:stroke joinstyle="miter"/>
              </v:line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90D6362" wp14:editId="0FC3A335">
                <wp:simplePos x="0" y="0"/>
                <wp:positionH relativeFrom="column">
                  <wp:posOffset>768349</wp:posOffset>
                </wp:positionH>
                <wp:positionV relativeFrom="paragraph">
                  <wp:posOffset>90171</wp:posOffset>
                </wp:positionV>
                <wp:extent cx="1765935" cy="76200"/>
                <wp:effectExtent l="0" t="0" r="24765" b="19050"/>
                <wp:wrapNone/>
                <wp:docPr id="1563397764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935" cy="762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45AB05" id="Gerader Verbinder 1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5pt,7.1pt" to="199.5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" strokecolor="#4472c4 [3204]" strokeweight="1pt">
                <v:stroke joinstyle="miter"/>
              </v:line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13418BD" wp14:editId="28E9853C">
                <wp:simplePos x="0" y="0"/>
                <wp:positionH relativeFrom="column">
                  <wp:posOffset>4291965</wp:posOffset>
                </wp:positionH>
                <wp:positionV relativeFrom="paragraph">
                  <wp:posOffset>86360</wp:posOffset>
                </wp:positionV>
                <wp:extent cx="45720" cy="2407920"/>
                <wp:effectExtent l="0" t="0" r="11430" b="11430"/>
                <wp:wrapNone/>
                <wp:docPr id="1022649003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2407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CC9C3F" id="Rechteck 2" o:spid="_x0000_s1026" style="position:absolute;margin-left:337.95pt;margin-top:6.8pt;width:3.6pt;height:189.6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" fillcolor="#4472c4 [3204]" strokecolor="#09101d [484]" strokeweight="1pt"/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DB73CA2" wp14:editId="2EF4C931">
                <wp:simplePos x="0" y="0"/>
                <wp:positionH relativeFrom="column">
                  <wp:posOffset>725805</wp:posOffset>
                </wp:positionH>
                <wp:positionV relativeFrom="paragraph">
                  <wp:posOffset>101600</wp:posOffset>
                </wp:positionV>
                <wp:extent cx="45720" cy="2407920"/>
                <wp:effectExtent l="0" t="0" r="11430" b="11430"/>
                <wp:wrapNone/>
                <wp:docPr id="1085973243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2407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CA50BD" id="Rechteck 2" o:spid="_x0000_s1026" style="position:absolute;margin-left:57.15pt;margin-top:8pt;width:3.6pt;height:189.6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" fillcolor="#4472c4 [3204]" strokecolor="#09101d [484]" strokeweight="1pt"/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F3F6395" wp14:editId="443531EB">
                <wp:simplePos x="0" y="0"/>
                <wp:positionH relativeFrom="column">
                  <wp:posOffset>728980</wp:posOffset>
                </wp:positionH>
                <wp:positionV relativeFrom="paragraph">
                  <wp:posOffset>2467610</wp:posOffset>
                </wp:positionV>
                <wp:extent cx="3589020" cy="1905"/>
                <wp:effectExtent l="0" t="0" r="30480" b="36195"/>
                <wp:wrapNone/>
                <wp:docPr id="1840942043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9020" cy="190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D237A3" id="Gerader Verbinder 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4pt,194.3pt" to="340pt,19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" strokecolor="#4472c4 [3204]" strokeweight="1pt">
                <v:stroke joinstyle="miter"/>
              </v:line>
            </w:pict>
          </mc:Fallback>
        </mc:AlternateContent>
      </w:r>
      <w:r w:rsidR="00B34D2F">
        <w:rPr>
          <w:rFonts w:ascii="Calibri" w:hAnsi="Calibri" w:cs="Calibri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E06BBCE" wp14:editId="5E484576">
                <wp:simplePos x="0" y="0"/>
                <wp:positionH relativeFrom="column">
                  <wp:posOffset>728980</wp:posOffset>
                </wp:positionH>
                <wp:positionV relativeFrom="paragraph">
                  <wp:posOffset>82550</wp:posOffset>
                </wp:positionV>
                <wp:extent cx="3589020" cy="1905"/>
                <wp:effectExtent l="0" t="0" r="30480" b="36195"/>
                <wp:wrapNone/>
                <wp:docPr id="638226947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9020" cy="190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D2B399" id="Gerader Verbinder 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4pt,6.5pt" to="340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" strokecolor="#4472c4 [3204]" strokeweight="1pt">
                <v:stroke joinstyle="miter"/>
              </v:line>
            </w:pict>
          </mc:Fallback>
        </mc:AlternateContent>
      </w:r>
    </w:p>
    <w:sectPr w:rsidR="00A2063B" w:rsidSect="00795CDB">
      <w:headerReference w:type="default" r:id="rId9"/>
      <w:footerReference w:type="even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DC842" w14:textId="77777777" w:rsidR="00D650C0" w:rsidRDefault="00D650C0">
      <w:r>
        <w:separator/>
      </w:r>
    </w:p>
  </w:endnote>
  <w:endnote w:type="continuationSeparator" w:id="0">
    <w:p w14:paraId="3E22D076" w14:textId="77777777" w:rsidR="00D650C0" w:rsidRDefault="00D6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4A147" w14:textId="77777777" w:rsidR="00D97055" w:rsidRDefault="00D97055" w:rsidP="00C77C1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8DC1682" w14:textId="77777777" w:rsidR="00D97055" w:rsidRDefault="00D97055" w:rsidP="00A47A2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71599" w14:textId="77777777" w:rsidR="00C14300" w:rsidRDefault="00C14300" w:rsidP="00C14300">
    <w:pPr>
      <w:pBdr>
        <w:bottom w:val="single" w:sz="12" w:space="1" w:color="auto"/>
      </w:pBdr>
      <w:ind w:right="-1"/>
      <w:jc w:val="right"/>
      <w:rPr>
        <w:rFonts w:cs="Arial"/>
        <w:sz w:val="16"/>
        <w:szCs w:val="16"/>
      </w:rPr>
    </w:pPr>
  </w:p>
  <w:p w14:paraId="32F8A63C" w14:textId="03FE491B" w:rsidR="00D97055" w:rsidRPr="00C14300" w:rsidRDefault="00C14300" w:rsidP="00C14300">
    <w:pPr>
      <w:tabs>
        <w:tab w:val="center" w:pos="4355"/>
      </w:tabs>
      <w:ind w:right="360"/>
      <w:rPr>
        <w:rFonts w:cs="Arial"/>
        <w:sz w:val="20"/>
        <w:szCs w:val="20"/>
      </w:rPr>
    </w:pPr>
    <w:r>
      <w:rPr>
        <w:rStyle w:val="Seitenzahl"/>
        <w:szCs w:val="20"/>
      </w:rPr>
      <w:tab/>
    </w:r>
    <w:r w:rsidRPr="00795CDB">
      <w:rPr>
        <w:rStyle w:val="Seitenzahl"/>
        <w:szCs w:val="20"/>
      </w:rPr>
      <w:fldChar w:fldCharType="begin"/>
    </w:r>
    <w:r w:rsidRPr="00795CDB">
      <w:rPr>
        <w:rStyle w:val="Seitenzahl"/>
        <w:szCs w:val="20"/>
      </w:rPr>
      <w:instrText xml:space="preserve"> PAGE </w:instrText>
    </w:r>
    <w:r w:rsidRPr="00795CDB">
      <w:rPr>
        <w:rStyle w:val="Seitenzahl"/>
        <w:szCs w:val="20"/>
      </w:rPr>
      <w:fldChar w:fldCharType="separate"/>
    </w:r>
    <w:r>
      <w:rPr>
        <w:rStyle w:val="Seitenzahl"/>
        <w:szCs w:val="20"/>
      </w:rPr>
      <w:t>1</w:t>
    </w:r>
    <w:r w:rsidRPr="00795CDB">
      <w:rPr>
        <w:rStyle w:val="Seitenzahl"/>
        <w:szCs w:val="20"/>
      </w:rPr>
      <w:fldChar w:fldCharType="end"/>
    </w:r>
    <w:r w:rsidRPr="00795CDB">
      <w:rPr>
        <w:rStyle w:val="Seitenzahl"/>
        <w:szCs w:val="20"/>
      </w:rPr>
      <w:t>/</w:t>
    </w:r>
    <w:r w:rsidRPr="00795CDB">
      <w:rPr>
        <w:rStyle w:val="Seitenzahl"/>
        <w:szCs w:val="20"/>
      </w:rPr>
      <w:fldChar w:fldCharType="begin"/>
    </w:r>
    <w:r w:rsidRPr="00795CDB">
      <w:rPr>
        <w:rStyle w:val="Seitenzahl"/>
        <w:szCs w:val="20"/>
      </w:rPr>
      <w:instrText xml:space="preserve"> NUMPAGES </w:instrText>
    </w:r>
    <w:r w:rsidRPr="00795CDB">
      <w:rPr>
        <w:rStyle w:val="Seitenzahl"/>
        <w:szCs w:val="20"/>
      </w:rPr>
      <w:fldChar w:fldCharType="separate"/>
    </w:r>
    <w:r>
      <w:rPr>
        <w:rStyle w:val="Seitenzahl"/>
        <w:szCs w:val="20"/>
      </w:rPr>
      <w:t>1</w:t>
    </w:r>
    <w:r w:rsidRPr="00795CDB">
      <w:rPr>
        <w:rStyle w:val="Seitenzahl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16B49" w14:textId="77777777" w:rsidR="00D650C0" w:rsidRDefault="00D650C0">
      <w:r>
        <w:separator/>
      </w:r>
    </w:p>
  </w:footnote>
  <w:footnote w:type="continuationSeparator" w:id="0">
    <w:p w14:paraId="4147BEB0" w14:textId="77777777" w:rsidR="00D650C0" w:rsidRDefault="00D65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AAF13" w14:textId="77777777" w:rsidR="00D97055" w:rsidRDefault="00973F39" w:rsidP="003D4571">
    <w:pPr>
      <w:pStyle w:val="Kopfzeile"/>
      <w:pBdr>
        <w:bottom w:val="single" w:sz="12" w:space="1" w:color="auto"/>
      </w:pBdr>
      <w:rPr>
        <w:rFonts w:ascii="Calibri" w:hAnsi="Calibri" w:cs="Calibri"/>
        <w:sz w:val="28"/>
        <w:szCs w:val="28"/>
      </w:rPr>
    </w:pPr>
    <w:r>
      <w:rPr>
        <w:rFonts w:ascii="Calibri" w:hAnsi="Calibri" w:cs="Calibri"/>
        <w:sz w:val="28"/>
        <w:szCs w:val="28"/>
      </w:rPr>
      <w:t>Konstruktion von Spiegelbildern</w:t>
    </w:r>
    <w:r w:rsidR="00D97055">
      <w:rPr>
        <w:rFonts w:ascii="Calibri" w:hAnsi="Calibri" w:cs="Calibri"/>
        <w:sz w:val="28"/>
        <w:szCs w:val="28"/>
      </w:rPr>
      <w:tab/>
    </w:r>
    <w:r w:rsidR="00D97055">
      <w:rPr>
        <w:rFonts w:ascii="Calibri" w:hAnsi="Calibri" w:cs="Calibri"/>
        <w:sz w:val="28"/>
        <w:szCs w:val="28"/>
      </w:rPr>
      <w:tab/>
    </w:r>
    <w:r w:rsidR="00D97055">
      <w:rPr>
        <w:rFonts w:ascii="Calibri" w:hAnsi="Calibri" w:cs="Calibri"/>
      </w:rPr>
      <w:t>Optik</w:t>
    </w:r>
    <w:r w:rsidR="00201F4D">
      <w:rPr>
        <w:rFonts w:ascii="Calibri" w:hAnsi="Calibri" w:cs="Calibri"/>
      </w:rPr>
      <w:t xml:space="preserve"> mit H5P</w:t>
    </w:r>
  </w:p>
  <w:p w14:paraId="65FB419F" w14:textId="77777777" w:rsidR="00D97055" w:rsidRDefault="00D97055">
    <w:pPr>
      <w:pStyle w:val="Kopfzeile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Physik, Klasse 7</w:t>
    </w: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01F12"/>
    <w:multiLevelType w:val="hybridMultilevel"/>
    <w:tmpl w:val="360CF67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D81918"/>
    <w:multiLevelType w:val="hybridMultilevel"/>
    <w:tmpl w:val="FE721A36"/>
    <w:lvl w:ilvl="0" w:tplc="4CCED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41263EB"/>
    <w:multiLevelType w:val="hybridMultilevel"/>
    <w:tmpl w:val="0DD0241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1D0A10"/>
    <w:multiLevelType w:val="multilevel"/>
    <w:tmpl w:val="505892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3160E0"/>
    <w:multiLevelType w:val="multilevel"/>
    <w:tmpl w:val="5D0E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2664293">
    <w:abstractNumId w:val="3"/>
  </w:num>
  <w:num w:numId="2" w16cid:durableId="1384714502">
    <w:abstractNumId w:val="4"/>
  </w:num>
  <w:num w:numId="3" w16cid:durableId="1011756450">
    <w:abstractNumId w:val="2"/>
  </w:num>
  <w:num w:numId="4" w16cid:durableId="1696612289">
    <w:abstractNumId w:val="0"/>
  </w:num>
  <w:num w:numId="5" w16cid:durableId="2119791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AA"/>
    <w:rsid w:val="00023C5B"/>
    <w:rsid w:val="00037320"/>
    <w:rsid w:val="0003785F"/>
    <w:rsid w:val="00043EC5"/>
    <w:rsid w:val="000552F6"/>
    <w:rsid w:val="000574C6"/>
    <w:rsid w:val="00076290"/>
    <w:rsid w:val="000A1592"/>
    <w:rsid w:val="000A3D10"/>
    <w:rsid w:val="000B7978"/>
    <w:rsid w:val="000C01A8"/>
    <w:rsid w:val="000F50CC"/>
    <w:rsid w:val="00104523"/>
    <w:rsid w:val="001048D1"/>
    <w:rsid w:val="0011787B"/>
    <w:rsid w:val="00143E51"/>
    <w:rsid w:val="00177F52"/>
    <w:rsid w:val="00181131"/>
    <w:rsid w:val="00194781"/>
    <w:rsid w:val="001B6081"/>
    <w:rsid w:val="001E71C9"/>
    <w:rsid w:val="001F10E2"/>
    <w:rsid w:val="00201F4D"/>
    <w:rsid w:val="00244F5D"/>
    <w:rsid w:val="00265B71"/>
    <w:rsid w:val="0029384B"/>
    <w:rsid w:val="002A1F8C"/>
    <w:rsid w:val="002A39CC"/>
    <w:rsid w:val="002B6C92"/>
    <w:rsid w:val="002C0691"/>
    <w:rsid w:val="00303A9C"/>
    <w:rsid w:val="00304E6D"/>
    <w:rsid w:val="0033226F"/>
    <w:rsid w:val="0034175B"/>
    <w:rsid w:val="00366054"/>
    <w:rsid w:val="003712E6"/>
    <w:rsid w:val="00373279"/>
    <w:rsid w:val="00375FF8"/>
    <w:rsid w:val="00396E1F"/>
    <w:rsid w:val="003A2D29"/>
    <w:rsid w:val="003A5248"/>
    <w:rsid w:val="003B576D"/>
    <w:rsid w:val="003C7E5C"/>
    <w:rsid w:val="003D4571"/>
    <w:rsid w:val="0040349A"/>
    <w:rsid w:val="00434DBC"/>
    <w:rsid w:val="00450953"/>
    <w:rsid w:val="004722EE"/>
    <w:rsid w:val="00481CCA"/>
    <w:rsid w:val="00493C82"/>
    <w:rsid w:val="004E48B5"/>
    <w:rsid w:val="004F69C9"/>
    <w:rsid w:val="005408B7"/>
    <w:rsid w:val="00560E82"/>
    <w:rsid w:val="005652EE"/>
    <w:rsid w:val="00573096"/>
    <w:rsid w:val="005A09D6"/>
    <w:rsid w:val="005B2CFA"/>
    <w:rsid w:val="005E22FA"/>
    <w:rsid w:val="005E6515"/>
    <w:rsid w:val="00614400"/>
    <w:rsid w:val="00617120"/>
    <w:rsid w:val="006225D4"/>
    <w:rsid w:val="00623F11"/>
    <w:rsid w:val="00624CD8"/>
    <w:rsid w:val="00636C23"/>
    <w:rsid w:val="00647973"/>
    <w:rsid w:val="00671F10"/>
    <w:rsid w:val="00687E9C"/>
    <w:rsid w:val="00687FF0"/>
    <w:rsid w:val="006901E7"/>
    <w:rsid w:val="006922FA"/>
    <w:rsid w:val="006D037D"/>
    <w:rsid w:val="006F234C"/>
    <w:rsid w:val="00700DD6"/>
    <w:rsid w:val="00714D6D"/>
    <w:rsid w:val="00736170"/>
    <w:rsid w:val="007438C0"/>
    <w:rsid w:val="0075272E"/>
    <w:rsid w:val="00765728"/>
    <w:rsid w:val="007664A3"/>
    <w:rsid w:val="00776551"/>
    <w:rsid w:val="00784164"/>
    <w:rsid w:val="00793317"/>
    <w:rsid w:val="00795CDB"/>
    <w:rsid w:val="007F7753"/>
    <w:rsid w:val="00806A62"/>
    <w:rsid w:val="0080788E"/>
    <w:rsid w:val="00826108"/>
    <w:rsid w:val="0083218D"/>
    <w:rsid w:val="00840685"/>
    <w:rsid w:val="00841BEE"/>
    <w:rsid w:val="00842EEC"/>
    <w:rsid w:val="0087023C"/>
    <w:rsid w:val="0088440F"/>
    <w:rsid w:val="008D18D9"/>
    <w:rsid w:val="008D2759"/>
    <w:rsid w:val="008F2080"/>
    <w:rsid w:val="00900271"/>
    <w:rsid w:val="00912B65"/>
    <w:rsid w:val="0092399E"/>
    <w:rsid w:val="0092646F"/>
    <w:rsid w:val="00927C10"/>
    <w:rsid w:val="009313DE"/>
    <w:rsid w:val="00943186"/>
    <w:rsid w:val="0095040C"/>
    <w:rsid w:val="009606CD"/>
    <w:rsid w:val="00973F39"/>
    <w:rsid w:val="00975A63"/>
    <w:rsid w:val="009842F2"/>
    <w:rsid w:val="00985160"/>
    <w:rsid w:val="009D4C93"/>
    <w:rsid w:val="009D6E35"/>
    <w:rsid w:val="009E01B3"/>
    <w:rsid w:val="009E136A"/>
    <w:rsid w:val="009E66C8"/>
    <w:rsid w:val="009F037C"/>
    <w:rsid w:val="00A12B53"/>
    <w:rsid w:val="00A2063B"/>
    <w:rsid w:val="00A31382"/>
    <w:rsid w:val="00A4240A"/>
    <w:rsid w:val="00A47A26"/>
    <w:rsid w:val="00A533BF"/>
    <w:rsid w:val="00A64FD1"/>
    <w:rsid w:val="00A667F0"/>
    <w:rsid w:val="00A80DB4"/>
    <w:rsid w:val="00A81353"/>
    <w:rsid w:val="00A974DB"/>
    <w:rsid w:val="00AB430A"/>
    <w:rsid w:val="00AB5927"/>
    <w:rsid w:val="00AD6692"/>
    <w:rsid w:val="00AF2027"/>
    <w:rsid w:val="00AF7798"/>
    <w:rsid w:val="00B317BE"/>
    <w:rsid w:val="00B31C25"/>
    <w:rsid w:val="00B34D2F"/>
    <w:rsid w:val="00B367D3"/>
    <w:rsid w:val="00B470DD"/>
    <w:rsid w:val="00B543A9"/>
    <w:rsid w:val="00B54EE3"/>
    <w:rsid w:val="00B61073"/>
    <w:rsid w:val="00B76F97"/>
    <w:rsid w:val="00B93616"/>
    <w:rsid w:val="00B938EC"/>
    <w:rsid w:val="00B95632"/>
    <w:rsid w:val="00BC7B5E"/>
    <w:rsid w:val="00BE12CD"/>
    <w:rsid w:val="00C001BA"/>
    <w:rsid w:val="00C10B1A"/>
    <w:rsid w:val="00C14300"/>
    <w:rsid w:val="00C179AA"/>
    <w:rsid w:val="00C34141"/>
    <w:rsid w:val="00C564F6"/>
    <w:rsid w:val="00C64CC3"/>
    <w:rsid w:val="00C71C94"/>
    <w:rsid w:val="00C73989"/>
    <w:rsid w:val="00C7764A"/>
    <w:rsid w:val="00C77C19"/>
    <w:rsid w:val="00C832A0"/>
    <w:rsid w:val="00C84EF9"/>
    <w:rsid w:val="00C86EC4"/>
    <w:rsid w:val="00CC32BA"/>
    <w:rsid w:val="00CD04D6"/>
    <w:rsid w:val="00D27C47"/>
    <w:rsid w:val="00D650C0"/>
    <w:rsid w:val="00D73942"/>
    <w:rsid w:val="00D97055"/>
    <w:rsid w:val="00DA590F"/>
    <w:rsid w:val="00DC137B"/>
    <w:rsid w:val="00DD313C"/>
    <w:rsid w:val="00DE0DD5"/>
    <w:rsid w:val="00DF7E5F"/>
    <w:rsid w:val="00E144EE"/>
    <w:rsid w:val="00E33012"/>
    <w:rsid w:val="00E401F5"/>
    <w:rsid w:val="00E6457C"/>
    <w:rsid w:val="00E84ECB"/>
    <w:rsid w:val="00E9177E"/>
    <w:rsid w:val="00EB001A"/>
    <w:rsid w:val="00EC78CE"/>
    <w:rsid w:val="00EE571E"/>
    <w:rsid w:val="00F01E5C"/>
    <w:rsid w:val="00F221AB"/>
    <w:rsid w:val="00F32933"/>
    <w:rsid w:val="00F347C0"/>
    <w:rsid w:val="00F34AF1"/>
    <w:rsid w:val="00F9226C"/>
    <w:rsid w:val="00FA30F8"/>
    <w:rsid w:val="00FB447D"/>
    <w:rsid w:val="00FC7863"/>
    <w:rsid w:val="00FD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170FB"/>
  <w15:chartTrackingRefBased/>
  <w15:docId w15:val="{EF880F4F-B250-4E4D-973E-19C4882E9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9177E"/>
    <w:pPr>
      <w:jc w:val="both"/>
    </w:pPr>
    <w:rPr>
      <w:sz w:val="24"/>
      <w:szCs w:val="24"/>
    </w:rPr>
  </w:style>
  <w:style w:type="paragraph" w:styleId="berschrift1">
    <w:name w:val="heading 1"/>
    <w:basedOn w:val="Standard"/>
    <w:qFormat/>
    <w:rsid w:val="0080788E"/>
    <w:pPr>
      <w:spacing w:before="240" w:after="120"/>
      <w:jc w:val="center"/>
      <w:outlineLvl w:val="0"/>
    </w:pPr>
    <w:rPr>
      <w:b/>
      <w:bCs/>
      <w:kern w:val="36"/>
      <w:sz w:val="36"/>
      <w:szCs w:val="48"/>
      <w:u w:val="single"/>
    </w:rPr>
  </w:style>
  <w:style w:type="paragraph" w:styleId="berschrift2">
    <w:name w:val="heading 2"/>
    <w:basedOn w:val="Standard"/>
    <w:next w:val="Standard"/>
    <w:qFormat/>
    <w:rsid w:val="0080788E"/>
    <w:pPr>
      <w:keepNext/>
      <w:spacing w:before="240" w:after="60"/>
      <w:jc w:val="left"/>
      <w:outlineLvl w:val="1"/>
    </w:pPr>
    <w:rPr>
      <w:rFonts w:cs="Arial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qFormat/>
    <w:rsid w:val="0080788E"/>
    <w:pPr>
      <w:keepNext/>
      <w:spacing w:before="240" w:after="60"/>
      <w:outlineLvl w:val="2"/>
    </w:pPr>
    <w:rPr>
      <w:rFonts w:cs="Arial"/>
      <w:b/>
      <w:bCs/>
      <w:sz w:val="26"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10B1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10B1A"/>
    <w:pPr>
      <w:tabs>
        <w:tab w:val="center" w:pos="4536"/>
        <w:tab w:val="right" w:pos="9072"/>
      </w:tabs>
    </w:pPr>
  </w:style>
  <w:style w:type="paragraph" w:customStyle="1" w:styleId="Fettunterstrichen">
    <w:name w:val="Fettunterstrichen"/>
    <w:basedOn w:val="berschrift3"/>
    <w:rsid w:val="00037320"/>
    <w:rPr>
      <w:sz w:val="24"/>
    </w:rPr>
  </w:style>
  <w:style w:type="character" w:styleId="Seitenzahl">
    <w:name w:val="page number"/>
    <w:rsid w:val="00037320"/>
    <w:rPr>
      <w:rFonts w:ascii="Comic Sans MS" w:hAnsi="Comic Sans MS"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C143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9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8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dmin\Eigene%20Dateien\My%20Dropbox\Schule\Vorlagen\AB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C69D6-F376-4B55-8669-613F91F10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AB.dot</Template>
  <TotalTime>0</TotalTime>
  <Pages>1</Pages>
  <Words>56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PC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Robin Roth</dc:creator>
  <cp:keywords/>
  <cp:lastModifiedBy>Robin Roth</cp:lastModifiedBy>
  <cp:revision>7</cp:revision>
  <cp:lastPrinted>2025-03-08T18:46:00Z</cp:lastPrinted>
  <dcterms:created xsi:type="dcterms:W3CDTF">2025-03-07T13:48:00Z</dcterms:created>
  <dcterms:modified xsi:type="dcterms:W3CDTF">2025-03-08T18:46:00Z</dcterms:modified>
</cp:coreProperties>
</file>